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A3C2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01CD17" w14:textId="77777777" w:rsidR="005B7891" w:rsidRPr="009C54AE" w:rsidRDefault="005B7891" w:rsidP="005B78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C25C8CA" w14:textId="56428987" w:rsidR="005B7891" w:rsidRPr="00B55B0B" w:rsidRDefault="005B7891" w:rsidP="005B78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E63CC" w:rsidRPr="004E63CC">
        <w:rPr>
          <w:rFonts w:ascii="Corbel" w:hAnsi="Corbel"/>
          <w:i/>
          <w:smallCaps/>
          <w:sz w:val="24"/>
          <w:szCs w:val="24"/>
        </w:rPr>
        <w:t>2020/2021-2024/2025</w:t>
      </w:r>
    </w:p>
    <w:p w14:paraId="5094DAA1" w14:textId="77777777" w:rsidR="005B7891" w:rsidRPr="00B55B0B" w:rsidRDefault="005B7891" w:rsidP="00F44958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  <w:r w:rsidRPr="00B55B0B">
        <w:rPr>
          <w:rFonts w:ascii="Corbel" w:hAnsi="Corbel"/>
          <w:i/>
          <w:sz w:val="20"/>
          <w:szCs w:val="20"/>
        </w:rPr>
        <w:t>(skrajne daty</w:t>
      </w:r>
      <w:r w:rsidRPr="00B55B0B">
        <w:rPr>
          <w:rFonts w:ascii="Corbel" w:hAnsi="Corbel"/>
          <w:sz w:val="20"/>
          <w:szCs w:val="20"/>
        </w:rPr>
        <w:t>)</w:t>
      </w:r>
    </w:p>
    <w:p w14:paraId="79942608" w14:textId="18D0D2DF" w:rsidR="005B7891" w:rsidRPr="00B55B0B" w:rsidRDefault="005B7891" w:rsidP="005B78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sz w:val="20"/>
          <w:szCs w:val="20"/>
        </w:rPr>
        <w:t xml:space="preserve">Rok akademicki  </w:t>
      </w:r>
      <w:r w:rsidR="004E63CC" w:rsidRPr="004E63CC">
        <w:rPr>
          <w:rFonts w:ascii="Corbel" w:hAnsi="Corbel"/>
          <w:sz w:val="20"/>
          <w:szCs w:val="20"/>
        </w:rPr>
        <w:t>2023/2024</w:t>
      </w:r>
    </w:p>
    <w:p w14:paraId="3B49D0D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CDD5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82910" w:rsidRPr="009C54AE" w14:paraId="02466146" w14:textId="77777777" w:rsidTr="00982910">
        <w:tc>
          <w:tcPr>
            <w:tcW w:w="2694" w:type="dxa"/>
            <w:vAlign w:val="center"/>
          </w:tcPr>
          <w:p w14:paraId="4923E5F0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38FCC9" w14:textId="77777777" w:rsidR="00982910" w:rsidRPr="005B7891" w:rsidRDefault="00982910" w:rsidP="00AF0DDE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5B7891">
              <w:rPr>
                <w:rFonts w:ascii="Corbel" w:hAnsi="Corbel"/>
                <w:color w:val="auto"/>
                <w:sz w:val="22"/>
              </w:rPr>
              <w:t>Instytucje prawa finansowego Europy Środkowej</w:t>
            </w:r>
          </w:p>
        </w:tc>
      </w:tr>
      <w:tr w:rsidR="00982910" w:rsidRPr="009C54AE" w14:paraId="2DCE08C4" w14:textId="77777777" w:rsidTr="00982910">
        <w:tc>
          <w:tcPr>
            <w:tcW w:w="2694" w:type="dxa"/>
            <w:vAlign w:val="center"/>
          </w:tcPr>
          <w:p w14:paraId="610E5B06" w14:textId="77777777" w:rsidR="00982910" w:rsidRPr="009C54AE" w:rsidRDefault="0098291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C6DB0A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PRP40</w:t>
            </w:r>
          </w:p>
        </w:tc>
      </w:tr>
      <w:tr w:rsidR="00982910" w:rsidRPr="009C54AE" w14:paraId="4A942923" w14:textId="77777777" w:rsidTr="00982910">
        <w:tc>
          <w:tcPr>
            <w:tcW w:w="2694" w:type="dxa"/>
            <w:vAlign w:val="center"/>
          </w:tcPr>
          <w:p w14:paraId="5433240A" w14:textId="77777777" w:rsidR="00982910" w:rsidRPr="009C54AE" w:rsidRDefault="0098291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FA6F7F" w14:textId="77777777" w:rsidR="00982910" w:rsidRPr="00982910" w:rsidRDefault="00982910" w:rsidP="00AF0DD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B7891" w:rsidRPr="009C54AE" w14:paraId="6D6A1472" w14:textId="77777777" w:rsidTr="00982910">
        <w:tc>
          <w:tcPr>
            <w:tcW w:w="2694" w:type="dxa"/>
            <w:vAlign w:val="center"/>
          </w:tcPr>
          <w:p w14:paraId="30FB00ED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85F5C71" w14:textId="248D16DA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B7891" w:rsidRPr="009C54AE" w14:paraId="266D9C21" w14:textId="77777777" w:rsidTr="00982910">
        <w:tc>
          <w:tcPr>
            <w:tcW w:w="2694" w:type="dxa"/>
            <w:vAlign w:val="center"/>
          </w:tcPr>
          <w:p w14:paraId="199F3880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474D50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5B7891" w:rsidRPr="009C54AE" w14:paraId="29274701" w14:textId="77777777" w:rsidTr="00982910">
        <w:tc>
          <w:tcPr>
            <w:tcW w:w="2694" w:type="dxa"/>
            <w:vAlign w:val="center"/>
          </w:tcPr>
          <w:p w14:paraId="560B5BF4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D381CD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5B7891" w:rsidRPr="009C54AE" w14:paraId="03785B14" w14:textId="77777777" w:rsidTr="00982910">
        <w:tc>
          <w:tcPr>
            <w:tcW w:w="2694" w:type="dxa"/>
            <w:vAlign w:val="center"/>
          </w:tcPr>
          <w:p w14:paraId="62DBA74F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FAE7983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5B7891" w:rsidRPr="009C54AE" w14:paraId="261213F6" w14:textId="77777777" w:rsidTr="00982910">
        <w:tc>
          <w:tcPr>
            <w:tcW w:w="2694" w:type="dxa"/>
            <w:vAlign w:val="center"/>
          </w:tcPr>
          <w:p w14:paraId="3B4AC27E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142667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5B7891" w:rsidRPr="009C54AE" w14:paraId="68FB76F7" w14:textId="77777777" w:rsidTr="00982910">
        <w:tc>
          <w:tcPr>
            <w:tcW w:w="2694" w:type="dxa"/>
            <w:vAlign w:val="center"/>
          </w:tcPr>
          <w:p w14:paraId="1E949657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585681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5B7891" w:rsidRPr="009C54AE" w14:paraId="1C35E6E6" w14:textId="77777777" w:rsidTr="00982910">
        <w:tc>
          <w:tcPr>
            <w:tcW w:w="2694" w:type="dxa"/>
            <w:vAlign w:val="center"/>
          </w:tcPr>
          <w:p w14:paraId="120FD559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78753A" w14:textId="77777777" w:rsidR="005B7891" w:rsidRPr="00982910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82910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5B7891" w:rsidRPr="009C54AE" w14:paraId="7C51BAFB" w14:textId="77777777" w:rsidTr="00982910">
        <w:tc>
          <w:tcPr>
            <w:tcW w:w="2694" w:type="dxa"/>
            <w:vAlign w:val="center"/>
          </w:tcPr>
          <w:p w14:paraId="5AE7BB34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0595D5" w14:textId="4942F410" w:rsidR="005B7891" w:rsidRPr="00982910" w:rsidRDefault="006772A8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</w:t>
            </w:r>
            <w:r w:rsidR="005B7891">
              <w:rPr>
                <w:rFonts w:ascii="Corbel" w:hAnsi="Corbel"/>
                <w:b w:val="0"/>
                <w:color w:val="auto"/>
                <w:sz w:val="22"/>
                <w:lang w:val="en-US"/>
              </w:rPr>
              <w:t>olski</w:t>
            </w:r>
            <w:proofErr w:type="spellEnd"/>
          </w:p>
        </w:tc>
      </w:tr>
      <w:tr w:rsidR="005B7891" w:rsidRPr="009C54AE" w14:paraId="30CC9592" w14:textId="77777777" w:rsidTr="00982910">
        <w:tc>
          <w:tcPr>
            <w:tcW w:w="2694" w:type="dxa"/>
            <w:vAlign w:val="center"/>
          </w:tcPr>
          <w:p w14:paraId="667F2EA2" w14:textId="77777777" w:rsidR="005B7891" w:rsidRPr="009C54AE" w:rsidRDefault="005B7891" w:rsidP="005B78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CFC01" w14:textId="2911213F" w:rsidR="005B7891" w:rsidRPr="00651F55" w:rsidRDefault="005B7891" w:rsidP="005B7891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651F55">
              <w:rPr>
                <w:rFonts w:ascii="Corbel" w:hAnsi="Corbel"/>
                <w:b w:val="0"/>
                <w:color w:val="auto"/>
                <w:sz w:val="22"/>
                <w:szCs w:val="24"/>
              </w:rPr>
              <w:t>Dr hab. Elżbieta Feret, prof. UR</w:t>
            </w:r>
          </w:p>
        </w:tc>
      </w:tr>
      <w:tr w:rsidR="005B7891" w:rsidRPr="009C54AE" w14:paraId="32D3C1F6" w14:textId="77777777" w:rsidTr="00982910">
        <w:tc>
          <w:tcPr>
            <w:tcW w:w="2694" w:type="dxa"/>
            <w:vAlign w:val="center"/>
          </w:tcPr>
          <w:p w14:paraId="3392C866" w14:textId="77777777" w:rsidR="005B7891" w:rsidRPr="009C54AE" w:rsidRDefault="005B7891" w:rsidP="00651F5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311356" w14:textId="77777777" w:rsidR="00651F55" w:rsidRPr="00651F55" w:rsidRDefault="005B7891" w:rsidP="00651F5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651F55">
              <w:rPr>
                <w:rFonts w:ascii="Corbel" w:hAnsi="Corbel"/>
                <w:b w:val="0"/>
                <w:color w:val="auto"/>
                <w:sz w:val="22"/>
                <w:szCs w:val="24"/>
              </w:rPr>
              <w:t xml:space="preserve">Dr hab. Elżbieta Feret, prof. UR, </w:t>
            </w:r>
          </w:p>
          <w:p w14:paraId="211EBA09" w14:textId="1EF368AF" w:rsidR="005B7891" w:rsidRPr="00651F55" w:rsidRDefault="005B7891" w:rsidP="00651F55">
            <w:pPr>
              <w:pStyle w:val="Odpowiedzi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651F55">
              <w:rPr>
                <w:rFonts w:ascii="Corbel" w:hAnsi="Corbel"/>
                <w:b w:val="0"/>
                <w:color w:val="auto"/>
                <w:sz w:val="22"/>
                <w:szCs w:val="24"/>
              </w:rPr>
              <w:t>dr Paweł Majka, dr Marta Sagan, dr Anna Wójtowicz-Dawid</w:t>
            </w:r>
          </w:p>
        </w:tc>
      </w:tr>
    </w:tbl>
    <w:p w14:paraId="00C4DA48" w14:textId="607EA73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54F9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DCCCA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A334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B0D83E7" w14:textId="77777777" w:rsidTr="00651F5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4202" w14:textId="77777777" w:rsidR="00015B8F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0516B6" w14:textId="77777777" w:rsidR="00015B8F" w:rsidRPr="009C54AE" w:rsidRDefault="002B5EA0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52D5A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C723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963B4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D000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6126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BDC8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665D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ED47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A16D" w14:textId="77777777" w:rsidR="00015B8F" w:rsidRPr="009C54AE" w:rsidRDefault="00015B8F" w:rsidP="00651F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3AACAAD" w14:textId="77777777" w:rsidTr="00651F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FC54" w14:textId="77777777" w:rsidR="00015B8F" w:rsidRPr="009C54AE" w:rsidRDefault="00982910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D9F7" w14:textId="77777777" w:rsidR="00015B8F" w:rsidRPr="009C54AE" w:rsidRDefault="00982910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9C18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0383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744F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CB9F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7331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163D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EA52" w14:textId="77777777" w:rsidR="00015B8F" w:rsidRPr="009C54AE" w:rsidRDefault="00015B8F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FC32" w14:textId="77777777" w:rsidR="00015B8F" w:rsidRPr="009C54AE" w:rsidRDefault="00982910" w:rsidP="00651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A1D7F9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B5931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D87FCC" w14:textId="77777777" w:rsidR="0085747A" w:rsidRPr="009C54AE" w:rsidRDefault="00035CB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3393766"/>
      <w:r w:rsidRPr="00935A25">
        <w:rPr>
          <w:rFonts w:ascii="MS Gothic" w:eastAsia="MS Gothic" w:hAnsi="MS Gothic" w:cs="MS Gothic"/>
          <w:b w:val="0"/>
          <w:szCs w:val="24"/>
        </w:rPr>
        <w:sym w:font="Wingdings" w:char="F078"/>
      </w:r>
      <w:bookmarkEnd w:id="1"/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4AB6F8D" w14:textId="77777777" w:rsidR="0085747A" w:rsidRPr="009C54AE" w:rsidRDefault="00525AF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3393752"/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bookmarkEnd w:id="2"/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E36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EE0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599795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D0923E" w14:textId="0E740055" w:rsidR="00E960BB" w:rsidRDefault="0098291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33D7767" w14:textId="77777777" w:rsidR="005B7891" w:rsidRDefault="005B789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870F58" w14:textId="11353F9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2D42A57" w14:textId="3B10CC22" w:rsidR="005B7891" w:rsidRPr="009C54AE" w:rsidRDefault="005B789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B65E28" w14:textId="77777777" w:rsidTr="00745302">
        <w:tc>
          <w:tcPr>
            <w:tcW w:w="9670" w:type="dxa"/>
          </w:tcPr>
          <w:p w14:paraId="77646CFF" w14:textId="77777777" w:rsidR="0085747A" w:rsidRPr="009C54AE" w:rsidRDefault="009829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prawa finansowego.</w:t>
            </w:r>
          </w:p>
        </w:tc>
      </w:tr>
    </w:tbl>
    <w:p w14:paraId="094717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F28BC" w14:textId="7B03D438" w:rsidR="0085747A" w:rsidRPr="00C05F44" w:rsidRDefault="00651F5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AA63B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C0AF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802"/>
      </w:tblGrid>
      <w:tr w:rsidR="00982910" w:rsidRPr="00982910" w14:paraId="2909234B" w14:textId="77777777" w:rsidTr="00AF0DDE">
        <w:tc>
          <w:tcPr>
            <w:tcW w:w="675" w:type="dxa"/>
            <w:vAlign w:val="center"/>
          </w:tcPr>
          <w:p w14:paraId="5A1CDF3D" w14:textId="77777777" w:rsidR="00982910" w:rsidRPr="00982910" w:rsidRDefault="00982910" w:rsidP="00982910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9829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0AD0798" w14:textId="77777777" w:rsidR="00982910" w:rsidRPr="00982910" w:rsidRDefault="00982910" w:rsidP="00982910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przedmiotu jest zapoznanie studentów z charakterystyką materiału normatywnego z zakresu prawa finansowego Unii Europejskiej i jej wpływu na prawodawstwo polski i Słowacji oraz pozostałych państw członkowskich. Szczególny nacisk położony zostanie na praktyczne oraz teoretyczne aspekty prawa finansowego w Republice Słowackiej i w Rzeczypospolitej Polskiej. Poza wiedzą obejmującą znajomość instytucji prawa finansowego UE student powinien nabyć również wiedzę z zakresu analizy </w:t>
            </w:r>
            <w:proofErr w:type="spellStart"/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>prawnoporównawczej</w:t>
            </w:r>
            <w:proofErr w:type="spellEnd"/>
            <w:r w:rsidRPr="0098291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prezentowanej podczas zajęć problematyki. Student powinien również poznać szczegółowe zagadnienia prawne polityki finansowej państwa, budżetu, prawa walut i dewiz.</w:t>
            </w:r>
          </w:p>
        </w:tc>
      </w:tr>
    </w:tbl>
    <w:p w14:paraId="5E9BBC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791D2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4328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68E1C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84861" w:rsidRPr="009C54AE" w14:paraId="79BE1B82" w14:textId="77777777" w:rsidTr="00097B0C">
        <w:tc>
          <w:tcPr>
            <w:tcW w:w="1701" w:type="dxa"/>
            <w:vAlign w:val="center"/>
          </w:tcPr>
          <w:p w14:paraId="41AA2ED7" w14:textId="77777777" w:rsidR="00E84861" w:rsidRPr="009C54AE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D3B3A4" w14:textId="77777777" w:rsidR="00E84861" w:rsidRPr="009C54AE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C9F63A2" w14:textId="77777777" w:rsidR="00E84861" w:rsidRPr="009C54AE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84861" w:rsidRPr="005E6E85" w14:paraId="26B7844D" w14:textId="77777777" w:rsidTr="00097B0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4C61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</w:t>
            </w:r>
            <w:r w:rsidRPr="00982910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EC58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dogmatycznych, jak i niedogmatycznych dyscyplin prawa (w szczególności: teorii i filozofii prawa, doktryn polityczno- 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D445" w14:textId="77777777" w:rsidR="00E84861" w:rsidRPr="00982910" w:rsidRDefault="00E84861" w:rsidP="00097B0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6FF2EEA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3BCA866B" w14:textId="77777777" w:rsidTr="00097B0C">
        <w:trPr>
          <w:trHeight w:val="10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47C6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3E8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6759" w14:textId="5A265E74" w:rsidR="00E84861" w:rsidRPr="00982910" w:rsidRDefault="00E84861" w:rsidP="005B789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K_W03 </w:t>
            </w:r>
          </w:p>
        </w:tc>
      </w:tr>
      <w:tr w:rsidR="00E84861" w:rsidRPr="005E6E85" w14:paraId="211804C3" w14:textId="77777777" w:rsidTr="00097B0C">
        <w:trPr>
          <w:trHeight w:val="12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7C7A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DB4B" w14:textId="65C4D50B" w:rsidR="00E84861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polityczno-prawych oraz na temat procesów i przyczyn zmian zachodzących w zakresie państwa i prawa.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87A8" w14:textId="3DA0BAAD" w:rsidR="00E84861" w:rsidRPr="00982910" w:rsidRDefault="00E84861" w:rsidP="005B789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84861" w:rsidRPr="005E6E85" w14:paraId="4F5D9BFE" w14:textId="77777777" w:rsidTr="00097B0C">
        <w:trPr>
          <w:trHeight w:val="7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6051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>
              <w:rPr>
                <w:rFonts w:ascii="Corbel" w:hAnsi="Corbel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F979" w14:textId="381A5893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652E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46E87D3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69045DCC" w14:textId="77777777" w:rsidTr="00097B0C">
        <w:trPr>
          <w:trHeight w:val="9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404E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D2CB" w14:textId="77777777" w:rsidR="00E84861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Zna i rozumie terminologię właściwą dla języka prawnego i prawniczego oraz zna i rozumie podstawowe pojęcia jakimi posługują się nauki społeczne.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8326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086014A3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2CED1D8D" w14:textId="77777777" w:rsidTr="00097B0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37DE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EK_0</w:t>
            </w:r>
            <w:r>
              <w:rPr>
                <w:rFonts w:ascii="Corbel" w:hAnsi="Corbel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3AE7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A866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46405441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1D0EE0C7" w14:textId="77777777" w:rsidTr="00097B0C">
        <w:trPr>
          <w:trHeight w:val="12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7F32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smallCaps w:val="0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53E3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właściwie analizować przyczyny i przebieg procesów związanych z funkcjonowaniem systemu polityczno- prawnego.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2A8B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60AF2BB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71D09A08" w14:textId="77777777" w:rsidTr="00097B0C">
        <w:trPr>
          <w:trHeight w:val="1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FB0C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E383" w14:textId="77777777" w:rsidR="00E84861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DE7F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3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153F0F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  <w:tr w:rsidR="00E84861" w:rsidRPr="005E6E85" w14:paraId="70C2BC1A" w14:textId="77777777" w:rsidTr="00097B0C">
        <w:trPr>
          <w:trHeight w:val="13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1453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</w:t>
            </w:r>
            <w:r w:rsidR="00935A25">
              <w:rPr>
                <w:rFonts w:ascii="Corbel" w:hAnsi="Corbel"/>
                <w:smallCaps w:val="0"/>
                <w:szCs w:val="24"/>
              </w:rPr>
              <w:t>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91E3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119F" w14:textId="4B2DF870" w:rsidR="00E84861" w:rsidRPr="00982910" w:rsidRDefault="00E84861" w:rsidP="005B789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 xml:space="preserve">K_U08 </w:t>
            </w:r>
          </w:p>
        </w:tc>
      </w:tr>
      <w:tr w:rsidR="00E84861" w:rsidRPr="005E6E85" w14:paraId="5FF3DFD3" w14:textId="77777777" w:rsidTr="00097B0C">
        <w:trPr>
          <w:trHeight w:val="1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2C40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EK_1</w:t>
            </w:r>
            <w:r w:rsidR="00935A25">
              <w:rPr>
                <w:rFonts w:ascii="Corbel" w:hAnsi="Corbel"/>
                <w:smallCaps w:val="0"/>
                <w:szCs w:val="24"/>
              </w:rPr>
              <w:t>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885E" w14:textId="77777777" w:rsidR="00E84861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społecznego, które podlegają lub mogą podlegać w przyszłości regulacjom prawnym.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2E06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0A2F9F03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4861" w:rsidRPr="005E6E85" w14:paraId="1F51B268" w14:textId="77777777" w:rsidTr="00097B0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8229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82910">
              <w:rPr>
                <w:rFonts w:ascii="Corbel" w:hAnsi="Corbel"/>
                <w:smallCaps w:val="0"/>
                <w:szCs w:val="24"/>
              </w:rPr>
              <w:t>EK_</w:t>
            </w:r>
            <w:r>
              <w:rPr>
                <w:rFonts w:ascii="Corbel" w:hAnsi="Corbel"/>
                <w:smallCaps w:val="0"/>
                <w:szCs w:val="24"/>
              </w:rPr>
              <w:t>1</w:t>
            </w:r>
            <w:r w:rsidR="00935A25">
              <w:rPr>
                <w:rFonts w:ascii="Corbel" w:hAnsi="Corbel"/>
                <w:smallCaps w:val="0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36EF" w14:textId="77777777" w:rsidR="00E84861" w:rsidRPr="00982910" w:rsidRDefault="00E84861" w:rsidP="005B78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( w tym potrafi określić strategię własnego rozwoju zawodowego) po zasięgnięciu opinii ekspertów w przypadku trudności w rozwiązywaniu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5912" w14:textId="77777777" w:rsidR="00E84861" w:rsidRPr="00982910" w:rsidRDefault="00E84861" w:rsidP="00097B0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91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98291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4E61F71B" w14:textId="77777777" w:rsidR="00E84861" w:rsidRPr="00982910" w:rsidRDefault="00E84861" w:rsidP="00097B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C361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0454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6BF4E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442A2A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C67D10" w14:textId="77777777" w:rsidTr="002F3C05">
        <w:tc>
          <w:tcPr>
            <w:tcW w:w="9639" w:type="dxa"/>
          </w:tcPr>
          <w:p w14:paraId="2B6787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3C05" w:rsidRPr="00892E1E" w14:paraId="01A39AEA" w14:textId="77777777" w:rsidTr="002F3C05">
        <w:trPr>
          <w:trHeight w:val="617"/>
        </w:trPr>
        <w:tc>
          <w:tcPr>
            <w:tcW w:w="9639" w:type="dxa"/>
          </w:tcPr>
          <w:p w14:paraId="02B8ABCD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Pojęcie i zakres prawa finansowego UE oraz zasady jego obowiązywania i stosowania w Polsce i na Słowacji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Pojęcie i zakres prawa finansowego UE, Zasady obowiązywania prawa finansowego UE w państwie członkowskim, Podstawy prawne oraz zakres obowiązywania prawa finansowego UE w Polsce w okresie od stowarzyszenia do uzyskania członkostwa w UE, Podstawy prawne oraz zakres obowiązywania prawa finansowego UE w okresie od stowarzyszenia </w:t>
            </w:r>
            <w:r w:rsidR="00FF301F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państwa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do uzyskania członkostwa w UE</w:t>
            </w:r>
          </w:p>
        </w:tc>
      </w:tr>
      <w:tr w:rsidR="002F3C05" w:rsidRPr="00892E1E" w14:paraId="07B53E61" w14:textId="77777777" w:rsidTr="002F3C05">
        <w:trPr>
          <w:trHeight w:val="617"/>
        </w:trPr>
        <w:tc>
          <w:tcPr>
            <w:tcW w:w="9639" w:type="dxa"/>
          </w:tcPr>
          <w:p w14:paraId="7C7AA267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Prawo walutowe i dewizowe UE w systemie polskiego prawa finansowego oraz słowackiego prawa finansowego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(Ustrój walutowy UE i jego obowiązywanie, Odrębność reżimu walutowego państw członkowskich UE objętych derogacją i ich droga do strefy euro, Obowiązywanie jednolitych instytucji prawa walutowego UE w Polsce realizujących zasadę swobody przepływu kapitału i płatności</w:t>
            </w: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)</w:t>
            </w:r>
          </w:p>
        </w:tc>
      </w:tr>
      <w:tr w:rsidR="002F3C05" w:rsidRPr="00892E1E" w14:paraId="1D47F54F" w14:textId="77777777" w:rsidTr="002F3C05">
        <w:trPr>
          <w:trHeight w:val="617"/>
        </w:trPr>
        <w:tc>
          <w:tcPr>
            <w:tcW w:w="9639" w:type="dxa"/>
          </w:tcPr>
          <w:p w14:paraId="4F26C45D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Instytucje kredytowe w prawie wewnętrznego rynku finansowego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Pojęcie wewnętrznego rynku finansowego UE oraz jego szczególny reżim prawny, Instytucje kredytowe na wewnętrznym rynku finansowym UE, Nadzór nad instytucjami kredytowymi i spółkami holdingowymi w sektorze bankowo–inwestycyjnym według prawa UE i prawa polskiego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 xml:space="preserve">,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System gwarancji i odpowiedzialności instytucji kredytowych wobec klientów w prawie UE i prawie polskim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0371E5A4" w14:textId="77777777" w:rsidTr="002F3C05">
        <w:trPr>
          <w:trHeight w:val="617"/>
        </w:trPr>
        <w:tc>
          <w:tcPr>
            <w:tcW w:w="9639" w:type="dxa"/>
          </w:tcPr>
          <w:p w14:paraId="6C9AA326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 xml:space="preserve">Instytucje finansowe w prawie rynku finansowego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Pojęcie instytucji finansowych i ich formy organizacyjne, Zasady tworzenia i funkcjonowania instytucji ubezpieczeniowych oraz nadzoru nad nimi, Instytucje publicznego obrotu papierami wartościowymi oraz nadzór nad nimi, Fundusze inwestycyjne oraz nadzór nad nimi, Konglomeraty finansowe i nadzór uzupełniający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236E1C1C" w14:textId="77777777" w:rsidTr="002F3C05">
        <w:trPr>
          <w:trHeight w:val="617"/>
        </w:trPr>
        <w:tc>
          <w:tcPr>
            <w:tcW w:w="9639" w:type="dxa"/>
          </w:tcPr>
          <w:p w14:paraId="4383695E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t>Prawo sektora finansów publicznych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 xml:space="preserve"> 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Regulacje prawa UE ujednolicające pojęcie 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br/>
              <w:t xml:space="preserve">i zakres sektora finansów publicznych w państwach członkowskich, Unijna regulacja prawna dotycząca przeciwdziałania nadmiernemu deficytowi budżetowemu i zadłużeniu publicznemu państw członkowskich UE, 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>K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oordynacj</w:t>
            </w:r>
            <w:r w:rsidRPr="002F3C05">
              <w:rPr>
                <w:rFonts w:ascii="Corbel" w:eastAsia="Cambria" w:hAnsi="Corbel"/>
                <w:shd w:val="clear" w:color="auto" w:fill="FFFFFF"/>
              </w:rPr>
              <w:t>a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 xml:space="preserve"> planowania finansowego w UE i w państwach członkowskich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)</w:t>
            </w:r>
          </w:p>
        </w:tc>
      </w:tr>
      <w:tr w:rsidR="002F3C05" w:rsidRPr="00892E1E" w14:paraId="72A61C21" w14:textId="77777777" w:rsidTr="002F3C05">
        <w:trPr>
          <w:trHeight w:val="617"/>
        </w:trPr>
        <w:tc>
          <w:tcPr>
            <w:tcW w:w="9639" w:type="dxa"/>
          </w:tcPr>
          <w:p w14:paraId="5239134C" w14:textId="77777777" w:rsidR="002F3C05" w:rsidRPr="002F3C05" w:rsidRDefault="002F3C05" w:rsidP="00AF0DDE">
            <w:pPr>
              <w:spacing w:after="12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2F3C05">
              <w:rPr>
                <w:rFonts w:ascii="Corbel" w:eastAsia="Cambria" w:hAnsi="Corbel"/>
                <w:bCs/>
                <w:shd w:val="clear" w:color="auto" w:fill="FFFFFF"/>
              </w:rPr>
              <w:lastRenderedPageBreak/>
              <w:t xml:space="preserve">Prawo podatkowe </w:t>
            </w:r>
            <w:r w:rsidRPr="002F3C05">
              <w:rPr>
                <w:rFonts w:ascii="Corbel" w:eastAsia="Cambria" w:hAnsi="Corbel"/>
                <w:bCs/>
                <w:color w:val="000000"/>
                <w:shd w:val="clear" w:color="auto" w:fill="FFFFFF"/>
              </w:rPr>
              <w:t>UE (</w:t>
            </w:r>
            <w:r w:rsidRPr="002F3C05">
              <w:rPr>
                <w:rFonts w:ascii="Corbel" w:eastAsia="Cambria" w:hAnsi="Corbel"/>
                <w:color w:val="000000"/>
                <w:shd w:val="clear" w:color="auto" w:fill="FFFFFF"/>
              </w:rPr>
              <w:t>Idea harmonizacji krajowych systemów podatkowych w ramach Wspólnot i Unii Europejskiej, Harmonizacja opodatkowania pośredniego i bezpośredniego, Współpraca administracyjna państw członkowskich w sferze podatkowej)</w:t>
            </w:r>
          </w:p>
        </w:tc>
      </w:tr>
    </w:tbl>
    <w:p w14:paraId="69920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75286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9AE3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F750F" w14:textId="77777777" w:rsidTr="00651F55">
        <w:tc>
          <w:tcPr>
            <w:tcW w:w="9520" w:type="dxa"/>
          </w:tcPr>
          <w:p w14:paraId="310B5D8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7EAF047" w14:textId="77777777" w:rsidTr="00651F55">
        <w:tc>
          <w:tcPr>
            <w:tcW w:w="9520" w:type="dxa"/>
          </w:tcPr>
          <w:p w14:paraId="180A8DB4" w14:textId="547100F2" w:rsidR="0085747A" w:rsidRPr="009C54AE" w:rsidRDefault="00651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D0C1F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23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BA76E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576AF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11AE682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ADEA0B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9C9990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4600E8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D7F492" w14:textId="77777777" w:rsidR="002F3C05" w:rsidRPr="002F3C05" w:rsidRDefault="002F3C05" w:rsidP="002F3C05">
      <w:pPr>
        <w:pStyle w:val="Punktygwne"/>
        <w:tabs>
          <w:tab w:val="left" w:pos="284"/>
        </w:tabs>
        <w:rPr>
          <w:rFonts w:ascii="Corbel" w:hAnsi="Corbel"/>
          <w:szCs w:val="24"/>
        </w:rPr>
      </w:pPr>
      <w:r w:rsidRPr="002F3C05">
        <w:rPr>
          <w:rFonts w:ascii="Corbel" w:hAnsi="Corbel"/>
          <w:szCs w:val="24"/>
        </w:rPr>
        <w:t>Analiza i interpretacja tekstów źródłowych, projekty, referaty, analiza przypadków, praca w grupach, aktywność na zajęciach,</w:t>
      </w:r>
    </w:p>
    <w:p w14:paraId="16CE3F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7784D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2F53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AA7A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20E3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C2E3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27A276A" w14:textId="77777777" w:rsidTr="00C05F44">
        <w:tc>
          <w:tcPr>
            <w:tcW w:w="1985" w:type="dxa"/>
            <w:vAlign w:val="center"/>
          </w:tcPr>
          <w:p w14:paraId="019445A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40A468" w14:textId="24204079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51F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AEFFEF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158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405E9A" w14:textId="04562E3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651F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230BF7A" w14:textId="77777777" w:rsidTr="00C05F44">
        <w:tc>
          <w:tcPr>
            <w:tcW w:w="1985" w:type="dxa"/>
          </w:tcPr>
          <w:p w14:paraId="6346F5CE" w14:textId="79388A30" w:rsidR="0085747A" w:rsidRPr="009C54AE" w:rsidRDefault="0085747A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3450DA0C" w14:textId="77777777" w:rsidR="0085747A" w:rsidRPr="002F3C05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CC9BBA7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5747A" w:rsidRPr="009C54AE" w14:paraId="67E97529" w14:textId="77777777" w:rsidTr="002F3C05">
        <w:trPr>
          <w:trHeight w:val="213"/>
        </w:trPr>
        <w:tc>
          <w:tcPr>
            <w:tcW w:w="1985" w:type="dxa"/>
          </w:tcPr>
          <w:p w14:paraId="232E5B94" w14:textId="091A3DD7" w:rsidR="0085747A" w:rsidRPr="009C54AE" w:rsidRDefault="0085747A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447BEF58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199E4C0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54FF2FB9" w14:textId="77777777" w:rsidTr="002F3C05">
        <w:trPr>
          <w:trHeight w:val="130"/>
        </w:trPr>
        <w:tc>
          <w:tcPr>
            <w:tcW w:w="1985" w:type="dxa"/>
          </w:tcPr>
          <w:p w14:paraId="024096D1" w14:textId="4EC311E2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02E67924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EC209CF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435BA1ED" w14:textId="77777777" w:rsidTr="002F3C05">
        <w:trPr>
          <w:trHeight w:val="137"/>
        </w:trPr>
        <w:tc>
          <w:tcPr>
            <w:tcW w:w="1985" w:type="dxa"/>
          </w:tcPr>
          <w:p w14:paraId="5CD6A31F" w14:textId="2C91EE75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313CD113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052DA690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37662864" w14:textId="77777777" w:rsidTr="002F3C05">
        <w:trPr>
          <w:trHeight w:val="137"/>
        </w:trPr>
        <w:tc>
          <w:tcPr>
            <w:tcW w:w="1985" w:type="dxa"/>
          </w:tcPr>
          <w:p w14:paraId="2D5FE31B" w14:textId="7575D2CC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52984CC3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7C5B965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0509D3B7" w14:textId="77777777" w:rsidTr="002F3C05">
        <w:trPr>
          <w:trHeight w:val="150"/>
        </w:trPr>
        <w:tc>
          <w:tcPr>
            <w:tcW w:w="1985" w:type="dxa"/>
          </w:tcPr>
          <w:p w14:paraId="65284FDB" w14:textId="4424C336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568C61FE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2983A84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131D27A0" w14:textId="77777777" w:rsidTr="002F3C05">
        <w:trPr>
          <w:trHeight w:val="137"/>
        </w:trPr>
        <w:tc>
          <w:tcPr>
            <w:tcW w:w="1985" w:type="dxa"/>
          </w:tcPr>
          <w:p w14:paraId="650BCD53" w14:textId="5161C60F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10D0CBB0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522CCF2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6A0184F7" w14:textId="77777777" w:rsidTr="002F3C05">
        <w:trPr>
          <w:trHeight w:val="130"/>
        </w:trPr>
        <w:tc>
          <w:tcPr>
            <w:tcW w:w="1985" w:type="dxa"/>
          </w:tcPr>
          <w:p w14:paraId="6085D215" w14:textId="2EF80651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08D948DF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2CD534E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F3C05" w:rsidRPr="009C54AE" w14:paraId="076EB3BC" w14:textId="77777777" w:rsidTr="00C05F44">
        <w:trPr>
          <w:trHeight w:val="150"/>
        </w:trPr>
        <w:tc>
          <w:tcPr>
            <w:tcW w:w="1985" w:type="dxa"/>
          </w:tcPr>
          <w:p w14:paraId="5756E952" w14:textId="7C17153C" w:rsidR="002F3C05" w:rsidRPr="009C54AE" w:rsidRDefault="002F3C05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3C41D6B7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44D701D9" w14:textId="77777777" w:rsidR="002F3C05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4861" w14:paraId="6C248D01" w14:textId="77777777" w:rsidTr="00E84861">
        <w:trPr>
          <w:trHeight w:val="1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D4DE" w14:textId="1C968766" w:rsidR="00E84861" w:rsidRDefault="00E84861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0A83" w14:textId="77777777" w:rsidR="00E84861" w:rsidRDefault="00E84861" w:rsidP="00097B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077" w14:textId="77777777" w:rsidR="00E84861" w:rsidRDefault="00E84861" w:rsidP="00097B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4861" w14:paraId="055CC52E" w14:textId="77777777" w:rsidTr="00E84861">
        <w:trPr>
          <w:trHeight w:val="1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4F28" w14:textId="55D51D69" w:rsidR="00E84861" w:rsidRDefault="00E84861" w:rsidP="00651F5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8BAB" w14:textId="77777777" w:rsidR="00E84861" w:rsidRDefault="00E84861" w:rsidP="00097B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0CAA" w14:textId="77777777" w:rsidR="00E84861" w:rsidRDefault="00E84861" w:rsidP="00097B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53052D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9F616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67D5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C8FE14" w14:textId="77777777" w:rsidTr="00923D7D">
        <w:tc>
          <w:tcPr>
            <w:tcW w:w="9670" w:type="dxa"/>
          </w:tcPr>
          <w:p w14:paraId="5B84D415" w14:textId="77777777" w:rsidR="0085747A" w:rsidRPr="009C54AE" w:rsidRDefault="002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C05">
              <w:rPr>
                <w:rFonts w:ascii="Corbel" w:hAnsi="Corbel"/>
                <w:b w:val="0"/>
                <w:smallCaps w:val="0"/>
                <w:szCs w:val="24"/>
              </w:rPr>
              <w:t>Warunkiem uzyskania zaliczenia jest opanowanie zagadnień prezentowanych podczas wykładu oraz zadanych do samodzielnego opanowania w co najmniej 60% na ocenę pozytywną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6C7ED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F215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417E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AC7D3D9" w14:textId="77777777" w:rsidTr="003E1941">
        <w:tc>
          <w:tcPr>
            <w:tcW w:w="4962" w:type="dxa"/>
            <w:vAlign w:val="center"/>
          </w:tcPr>
          <w:p w14:paraId="1398D9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CD79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AAC40B" w14:textId="77777777" w:rsidTr="00923D7D">
        <w:tc>
          <w:tcPr>
            <w:tcW w:w="4962" w:type="dxa"/>
          </w:tcPr>
          <w:p w14:paraId="2F16DBCA" w14:textId="1649FC04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454F9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AFA9174" w14:textId="77777777" w:rsidR="0085747A" w:rsidRPr="009C54AE" w:rsidRDefault="002F3C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9BABFB4" w14:textId="77777777" w:rsidTr="00923D7D">
        <w:tc>
          <w:tcPr>
            <w:tcW w:w="4962" w:type="dxa"/>
          </w:tcPr>
          <w:p w14:paraId="472F96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7B1DCD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726C8A" w14:textId="3B808E0C" w:rsidR="00C61DC5" w:rsidRPr="009C54AE" w:rsidRDefault="00651F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07787F3" w14:textId="77777777" w:rsidTr="00923D7D">
        <w:tc>
          <w:tcPr>
            <w:tcW w:w="4962" w:type="dxa"/>
          </w:tcPr>
          <w:p w14:paraId="4C59208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40AC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2ABBE8" w14:textId="2CDC18B4" w:rsidR="00C61DC5" w:rsidRPr="009C54AE" w:rsidRDefault="00CD6D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51F5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5FBE9737" w14:textId="77777777" w:rsidTr="00923D7D">
        <w:tc>
          <w:tcPr>
            <w:tcW w:w="4962" w:type="dxa"/>
          </w:tcPr>
          <w:p w14:paraId="44A758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08B2C2" w14:textId="77777777" w:rsidR="0085747A" w:rsidRPr="009C54AE" w:rsidRDefault="00CD6D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AC359D" w14:textId="77777777" w:rsidTr="00923D7D">
        <w:tc>
          <w:tcPr>
            <w:tcW w:w="4962" w:type="dxa"/>
          </w:tcPr>
          <w:p w14:paraId="2DBBF1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2E5629" w14:textId="77777777" w:rsidR="0085747A" w:rsidRPr="009C54AE" w:rsidRDefault="00F853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91B64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09BCF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267E1" w14:textId="3A3119B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97806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64440A" w14:textId="77777777" w:rsidTr="00651F55">
        <w:trPr>
          <w:trHeight w:val="397"/>
        </w:trPr>
        <w:tc>
          <w:tcPr>
            <w:tcW w:w="3544" w:type="dxa"/>
          </w:tcPr>
          <w:p w14:paraId="2C8BBB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973F4E" w14:textId="77777777" w:rsidR="0085747A" w:rsidRPr="009C54AE" w:rsidRDefault="00F853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2DD8629" w14:textId="77777777" w:rsidTr="00651F55">
        <w:trPr>
          <w:trHeight w:val="397"/>
        </w:trPr>
        <w:tc>
          <w:tcPr>
            <w:tcW w:w="3544" w:type="dxa"/>
          </w:tcPr>
          <w:p w14:paraId="319310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DA683B" w14:textId="77777777" w:rsidR="0085747A" w:rsidRPr="009C54AE" w:rsidRDefault="00F853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70ADE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D77E6" w14:textId="70BF3EAE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D486D4" w14:textId="77777777" w:rsidR="00651F55" w:rsidRPr="009C54AE" w:rsidRDefault="00651F5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2628" w:rsidRPr="009C54AE" w14:paraId="155B139A" w14:textId="77777777" w:rsidTr="00651F55">
        <w:trPr>
          <w:trHeight w:val="397"/>
        </w:trPr>
        <w:tc>
          <w:tcPr>
            <w:tcW w:w="7513" w:type="dxa"/>
          </w:tcPr>
          <w:p w14:paraId="2D7D96BC" w14:textId="705D3010" w:rsidR="00BE2628" w:rsidRDefault="00BE2628" w:rsidP="0066407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1F5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09CE5F" w14:textId="77777777" w:rsidR="00651F55" w:rsidRPr="00651F55" w:rsidRDefault="00651F55" w:rsidP="0066407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60C7E84" w14:textId="77777777" w:rsidR="00BE2628" w:rsidRPr="002C760F" w:rsidRDefault="00BE2628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44E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. Bitner, M.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Ślifirczyk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, E.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-Sokołowska, K.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Tetłak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, K. Radzikowski, H. Litwińczuk, E. Chojna-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Duch,M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 xml:space="preserve">. Grzybowski, W. Modzelewski, M. Lachowicz, M.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Supera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szCs w:val="24"/>
              </w:rPr>
              <w:t>-Markowska, M. Waluga, J. Chowaniec, Prawo finansowe. Prawo finansów publicznych. Prawo podatkowe. Prawo bankowe, Warszawa 2017,</w:t>
            </w:r>
          </w:p>
          <w:p w14:paraId="685E6E16" w14:textId="77777777" w:rsidR="00BE2628" w:rsidRPr="002C760F" w:rsidRDefault="00BE2628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 : instrumenty prawnofinansowe i warunki ich stosowania, Białystok 2018,</w:t>
            </w:r>
          </w:p>
          <w:p w14:paraId="09B21D8F" w14:textId="77777777" w:rsidR="00BE2628" w:rsidRPr="002C760F" w:rsidRDefault="00BE2628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Owsiak (red.), Finanse publiczne a nowe zarządzanie gospodarcze w Unii Europejskiej, Warszawa 2018,</w:t>
            </w:r>
          </w:p>
          <w:p w14:paraId="1124A914" w14:textId="77777777" w:rsidR="00BE2628" w:rsidRPr="002C760F" w:rsidRDefault="00BE2628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szCs w:val="24"/>
              </w:rPr>
              <w:t>C. Kosikowski, Finanse i prawo finansowe Unii Europejskiej, Warszawa 2014,</w:t>
            </w:r>
          </w:p>
          <w:p w14:paraId="46772B99" w14:textId="012E2488" w:rsidR="00BE2628" w:rsidRPr="002C760F" w:rsidRDefault="00BE2628" w:rsidP="0066407A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="00651F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Nowak-Far, Finanse Unii Europejskiej aspekty instytucjonalne i prawne, Warszawa 2010,</w:t>
            </w: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C.</w:t>
            </w:r>
            <w:r w:rsidR="00651F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Kosikowski, Prawo Unii Europejskiej w systemie polskiego prawa finansowego, Białystok 2012,</w:t>
            </w:r>
          </w:p>
          <w:p w14:paraId="64D0636C" w14:textId="77777777" w:rsidR="00BE2628" w:rsidRPr="002C760F" w:rsidRDefault="00BE2628" w:rsidP="0066407A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Kosikowski, Finanse i prawo finansowe Unii Europejskiej, Warszawa 2014,</w:t>
            </w:r>
          </w:p>
          <w:p w14:paraId="29831415" w14:textId="623C359F" w:rsidR="00BE2628" w:rsidRPr="002C760F" w:rsidRDefault="00BE2628" w:rsidP="0066407A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C760F">
              <w:rPr>
                <w:rFonts w:ascii="Corbel" w:hAnsi="Corbel"/>
                <w:bCs/>
                <w:sz w:val="24"/>
                <w:szCs w:val="24"/>
              </w:rPr>
              <w:t>A</w:t>
            </w:r>
            <w:r w:rsidR="00525AFC">
              <w:rPr>
                <w:rFonts w:ascii="Corbel" w:hAnsi="Corbel"/>
                <w:bCs/>
                <w:sz w:val="24"/>
                <w:szCs w:val="24"/>
              </w:rPr>
              <w:t>.</w:t>
            </w:r>
            <w:r w:rsidR="00651F5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2C760F">
              <w:rPr>
                <w:rFonts w:ascii="Corbel" w:hAnsi="Corbel"/>
                <w:bCs/>
                <w:sz w:val="24"/>
                <w:szCs w:val="24"/>
              </w:rPr>
              <w:t>Drwiłło</w:t>
            </w:r>
            <w:proofErr w:type="spellEnd"/>
            <w:r w:rsidRPr="002C760F">
              <w:rPr>
                <w:rFonts w:ascii="Corbel" w:hAnsi="Corbel"/>
                <w:bCs/>
                <w:sz w:val="24"/>
                <w:szCs w:val="24"/>
              </w:rPr>
              <w:t>, A. Jurkowska</w:t>
            </w:r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proofErr w:type="spellStart"/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Zeidler</w:t>
            </w:r>
            <w:proofErr w:type="spellEnd"/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2C760F">
              <w:rPr>
                <w:rFonts w:ascii="Corbel" w:hAnsi="Corbel"/>
                <w:i/>
                <w:color w:val="000000"/>
                <w:sz w:val="24"/>
                <w:szCs w:val="24"/>
              </w:rPr>
              <w:t>System prawnofinansowy Unii Europejskiej</w:t>
            </w:r>
            <w:r w:rsidRPr="002C760F">
              <w:rPr>
                <w:rFonts w:ascii="Corbel" w:hAnsi="Corbel"/>
                <w:color w:val="000000"/>
                <w:sz w:val="24"/>
                <w:szCs w:val="24"/>
              </w:rPr>
              <w:t>, Wolters Kluwer 2017,</w:t>
            </w:r>
          </w:p>
          <w:p w14:paraId="24A6280C" w14:textId="3AE1F8C9" w:rsidR="00BE2628" w:rsidRPr="009C54AE" w:rsidRDefault="00BE2628" w:rsidP="0066407A">
            <w:pPr>
              <w:pStyle w:val="Punktygwne"/>
              <w:tabs>
                <w:tab w:val="left" w:pos="1766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E.</w:t>
            </w:r>
            <w:r w:rsidR="00651F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I. </w:t>
            </w:r>
            <w:proofErr w:type="spellStart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Zawerucha</w:t>
            </w:r>
            <w:proofErr w:type="spellEnd"/>
            <w:r w:rsidRPr="002C76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 w Europie Centralnej i Wschodniej w warunkach kryzysu finansowego. Wersja polsko-angielsko-rosyjska, Białystok 2012.</w:t>
            </w:r>
          </w:p>
        </w:tc>
      </w:tr>
      <w:tr w:rsidR="00BE2628" w:rsidRPr="009C54AE" w14:paraId="0C91464F" w14:textId="77777777" w:rsidTr="00651F55">
        <w:trPr>
          <w:trHeight w:val="397"/>
        </w:trPr>
        <w:tc>
          <w:tcPr>
            <w:tcW w:w="7513" w:type="dxa"/>
          </w:tcPr>
          <w:p w14:paraId="620BBA1C" w14:textId="0D3EF665" w:rsidR="00BE2628" w:rsidRDefault="00BE2628" w:rsidP="0066407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1F55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7F390A" w14:textId="77777777" w:rsidR="00651F55" w:rsidRPr="00651F55" w:rsidRDefault="00651F55" w:rsidP="0066407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6EFA2BA" w14:textId="77777777" w:rsidR="00BE2628" w:rsidRDefault="00BE2628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Owsiak, Finanse publiczne. Współczesne ujęcie, Warszawa 2017,</w:t>
            </w:r>
          </w:p>
          <w:p w14:paraId="6242C29D" w14:textId="0A121090" w:rsidR="00BE2628" w:rsidRPr="0047044E" w:rsidRDefault="00525AFC" w:rsidP="00664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Marková</w:t>
            </w:r>
            <w:proofErr w:type="spellEnd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Boháč</w:t>
            </w:r>
            <w:proofErr w:type="spellEnd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Rozpočt</w:t>
            </w:r>
            <w:r w:rsidR="00BE26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ovéprávo</w:t>
            </w:r>
            <w:proofErr w:type="spellEnd"/>
            <w:r w:rsidR="00BE26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C.H.</w:t>
            </w:r>
            <w:r w:rsidR="00651F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E26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Beck Praga 2007,</w:t>
            </w:r>
            <w:r w:rsidR="00BE26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Nowak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</w:t>
            </w:r>
            <w:proofErr w:type="spellStart"/>
            <w:r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Stanisławiszyn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="00454F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w zakresie prawa celnego i podatku akcyzowego po przystąpieniu Polski do Unii Europejskiej. Doświadczenia i perspektywy, Warszawa 2012</w:t>
            </w:r>
            <w:r w:rsidR="00BE26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630E36B" w14:textId="77777777" w:rsidR="00BE2628" w:rsidRPr="009C54AE" w:rsidRDefault="00525AFC" w:rsidP="0066407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Jurkowska-</w:t>
            </w:r>
            <w:proofErr w:type="spellStart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Zeidler</w:t>
            </w:r>
            <w:proofErr w:type="spellEnd"/>
            <w:r w:rsidR="00BE2628" w:rsidRPr="00F853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rynku finansowego w świetle prawa Unii Europejskiej, Warszawa 2008.</w:t>
            </w:r>
          </w:p>
        </w:tc>
      </w:tr>
    </w:tbl>
    <w:p w14:paraId="6EBC39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707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05C64" w14:textId="77777777" w:rsidR="009744AA" w:rsidRDefault="009744AA" w:rsidP="00C16ABF">
      <w:pPr>
        <w:spacing w:after="0" w:line="240" w:lineRule="auto"/>
      </w:pPr>
      <w:r>
        <w:separator/>
      </w:r>
    </w:p>
  </w:endnote>
  <w:endnote w:type="continuationSeparator" w:id="0">
    <w:p w14:paraId="0BC0ED76" w14:textId="77777777" w:rsidR="009744AA" w:rsidRDefault="009744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8C19F" w14:textId="77777777" w:rsidR="009744AA" w:rsidRDefault="009744AA" w:rsidP="00C16ABF">
      <w:pPr>
        <w:spacing w:after="0" w:line="240" w:lineRule="auto"/>
      </w:pPr>
      <w:r>
        <w:separator/>
      </w:r>
    </w:p>
  </w:footnote>
  <w:footnote w:type="continuationSeparator" w:id="0">
    <w:p w14:paraId="75C17760" w14:textId="77777777" w:rsidR="009744AA" w:rsidRDefault="009744AA" w:rsidP="00C16ABF">
      <w:pPr>
        <w:spacing w:after="0" w:line="240" w:lineRule="auto"/>
      </w:pPr>
      <w:r>
        <w:continuationSeparator/>
      </w:r>
    </w:p>
  </w:footnote>
  <w:footnote w:id="1">
    <w:p w14:paraId="1150F15A" w14:textId="77777777" w:rsidR="00E84861" w:rsidRDefault="00E84861" w:rsidP="00E8486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41901"/>
    <w:multiLevelType w:val="hybridMultilevel"/>
    <w:tmpl w:val="F84E8A8E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0377"/>
    <w:multiLevelType w:val="hybridMultilevel"/>
    <w:tmpl w:val="4E1052A2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CB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34"/>
    <w:rsid w:val="001737CF"/>
    <w:rsid w:val="00176083"/>
    <w:rsid w:val="00192F37"/>
    <w:rsid w:val="001A70D2"/>
    <w:rsid w:val="001D16D4"/>
    <w:rsid w:val="001D657B"/>
    <w:rsid w:val="001D7B54"/>
    <w:rsid w:val="001E0209"/>
    <w:rsid w:val="001F2CA2"/>
    <w:rsid w:val="002144C0"/>
    <w:rsid w:val="0022477D"/>
    <w:rsid w:val="002278A9"/>
    <w:rsid w:val="00230310"/>
    <w:rsid w:val="002336F9"/>
    <w:rsid w:val="0024028F"/>
    <w:rsid w:val="00244ABC"/>
    <w:rsid w:val="0026490B"/>
    <w:rsid w:val="00281FF2"/>
    <w:rsid w:val="002857DE"/>
    <w:rsid w:val="00291567"/>
    <w:rsid w:val="002A22BF"/>
    <w:rsid w:val="002A2389"/>
    <w:rsid w:val="002A671D"/>
    <w:rsid w:val="002B4D55"/>
    <w:rsid w:val="002B5EA0"/>
    <w:rsid w:val="002B603F"/>
    <w:rsid w:val="002B6119"/>
    <w:rsid w:val="002C09A7"/>
    <w:rsid w:val="002C1F06"/>
    <w:rsid w:val="002D3375"/>
    <w:rsid w:val="002D73D4"/>
    <w:rsid w:val="002F02A3"/>
    <w:rsid w:val="002F3C0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374"/>
    <w:rsid w:val="00363F78"/>
    <w:rsid w:val="003A0A5B"/>
    <w:rsid w:val="003A1176"/>
    <w:rsid w:val="003C0BAE"/>
    <w:rsid w:val="003C3D4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4F9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3CC"/>
    <w:rsid w:val="004F1551"/>
    <w:rsid w:val="004F55A3"/>
    <w:rsid w:val="0050496F"/>
    <w:rsid w:val="00513B6F"/>
    <w:rsid w:val="00517C63"/>
    <w:rsid w:val="00523F00"/>
    <w:rsid w:val="00525AFC"/>
    <w:rsid w:val="005363C4"/>
    <w:rsid w:val="00536BDE"/>
    <w:rsid w:val="00543ACC"/>
    <w:rsid w:val="0056696D"/>
    <w:rsid w:val="0059484D"/>
    <w:rsid w:val="005A0855"/>
    <w:rsid w:val="005A3196"/>
    <w:rsid w:val="005B7891"/>
    <w:rsid w:val="005C080F"/>
    <w:rsid w:val="005C4CFF"/>
    <w:rsid w:val="005C55E5"/>
    <w:rsid w:val="005C696A"/>
    <w:rsid w:val="005E6E85"/>
    <w:rsid w:val="005F31D2"/>
    <w:rsid w:val="006014F9"/>
    <w:rsid w:val="0061029B"/>
    <w:rsid w:val="006137AB"/>
    <w:rsid w:val="00617230"/>
    <w:rsid w:val="00621CE1"/>
    <w:rsid w:val="00627FC9"/>
    <w:rsid w:val="006431BC"/>
    <w:rsid w:val="00647FA8"/>
    <w:rsid w:val="00650C5F"/>
    <w:rsid w:val="00651F55"/>
    <w:rsid w:val="00654934"/>
    <w:rsid w:val="006620D9"/>
    <w:rsid w:val="00671958"/>
    <w:rsid w:val="00675843"/>
    <w:rsid w:val="006772A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3BDE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25"/>
    <w:rsid w:val="009508DF"/>
    <w:rsid w:val="00950DAC"/>
    <w:rsid w:val="00954A07"/>
    <w:rsid w:val="009744AA"/>
    <w:rsid w:val="00982910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9FF"/>
    <w:rsid w:val="00AB053C"/>
    <w:rsid w:val="00AC5885"/>
    <w:rsid w:val="00AD007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36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628"/>
    <w:rsid w:val="00BF2C41"/>
    <w:rsid w:val="00BF2DDA"/>
    <w:rsid w:val="00C058B4"/>
    <w:rsid w:val="00C05F44"/>
    <w:rsid w:val="00C131B5"/>
    <w:rsid w:val="00C16ABF"/>
    <w:rsid w:val="00C170AE"/>
    <w:rsid w:val="00C26CB7"/>
    <w:rsid w:val="00C324C1"/>
    <w:rsid w:val="00C36992"/>
    <w:rsid w:val="00C41130"/>
    <w:rsid w:val="00C56036"/>
    <w:rsid w:val="00C61DC5"/>
    <w:rsid w:val="00C67E92"/>
    <w:rsid w:val="00C70A26"/>
    <w:rsid w:val="00C766DF"/>
    <w:rsid w:val="00C823E5"/>
    <w:rsid w:val="00C94B98"/>
    <w:rsid w:val="00CA2B96"/>
    <w:rsid w:val="00CA5089"/>
    <w:rsid w:val="00CD6897"/>
    <w:rsid w:val="00CD6D2B"/>
    <w:rsid w:val="00CE35E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4C4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C27"/>
    <w:rsid w:val="00E51E44"/>
    <w:rsid w:val="00E552C2"/>
    <w:rsid w:val="00E63348"/>
    <w:rsid w:val="00E651ED"/>
    <w:rsid w:val="00E77E88"/>
    <w:rsid w:val="00E8107D"/>
    <w:rsid w:val="00E84861"/>
    <w:rsid w:val="00E960BB"/>
    <w:rsid w:val="00EA2074"/>
    <w:rsid w:val="00EA4832"/>
    <w:rsid w:val="00EA4E9D"/>
    <w:rsid w:val="00EA751F"/>
    <w:rsid w:val="00EC025D"/>
    <w:rsid w:val="00EC4899"/>
    <w:rsid w:val="00ED03AB"/>
    <w:rsid w:val="00ED32D2"/>
    <w:rsid w:val="00EE32DE"/>
    <w:rsid w:val="00EE5457"/>
    <w:rsid w:val="00F070AB"/>
    <w:rsid w:val="00F17567"/>
    <w:rsid w:val="00F27A7B"/>
    <w:rsid w:val="00F44958"/>
    <w:rsid w:val="00F526AF"/>
    <w:rsid w:val="00F617C3"/>
    <w:rsid w:val="00F7066B"/>
    <w:rsid w:val="00F83B28"/>
    <w:rsid w:val="00F853CE"/>
    <w:rsid w:val="00FA0B3C"/>
    <w:rsid w:val="00FA46E5"/>
    <w:rsid w:val="00FB7DBA"/>
    <w:rsid w:val="00FC1C25"/>
    <w:rsid w:val="00FC3F45"/>
    <w:rsid w:val="00FD503F"/>
    <w:rsid w:val="00FD7589"/>
    <w:rsid w:val="00FF016A"/>
    <w:rsid w:val="00FF1401"/>
    <w:rsid w:val="00FF301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C747B"/>
  <w15:docId w15:val="{BD14A986-2905-4301-A125-ABE029EA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3C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3C0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3C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530FC-681A-4E2E-8C8B-BE9324736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1460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2021-03-26T12:11:00Z</dcterms:created>
  <dcterms:modified xsi:type="dcterms:W3CDTF">2021-03-31T09:37:00Z</dcterms:modified>
</cp:coreProperties>
</file>